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6A7D78" w:rsidRDefault="00997F14" w14:paraId="4CAFAA48" w14:textId="36A09A0C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06A7D78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A7D78" w:rsidR="00D8678B">
        <w:rPr>
          <w:rFonts w:ascii="Corbel" w:hAnsi="Corbel"/>
          <w:i w:val="1"/>
          <w:iCs w:val="1"/>
        </w:rPr>
        <w:t xml:space="preserve">Załącznik nr </w:t>
      </w:r>
      <w:r w:rsidRPr="006A7D78" w:rsidR="006F31E2">
        <w:rPr>
          <w:rFonts w:ascii="Corbel" w:hAnsi="Corbel"/>
          <w:i w:val="1"/>
          <w:iCs w:val="1"/>
        </w:rPr>
        <w:t>1.5</w:t>
      </w:r>
      <w:r w:rsidRPr="006A7D78" w:rsidR="00D8678B">
        <w:rPr>
          <w:rFonts w:ascii="Corbel" w:hAnsi="Corbel"/>
          <w:i w:val="1"/>
          <w:iCs w:val="1"/>
        </w:rPr>
        <w:t xml:space="preserve"> do Zarządzenia</w:t>
      </w:r>
      <w:r w:rsidRPr="006A7D78" w:rsidR="002A22BF">
        <w:rPr>
          <w:rFonts w:ascii="Corbel" w:hAnsi="Corbel"/>
          <w:i w:val="1"/>
          <w:iCs w:val="1"/>
        </w:rPr>
        <w:t xml:space="preserve"> Rektora </w:t>
      </w:r>
      <w:r w:rsidRPr="006A7D78" w:rsidR="002A22BF">
        <w:rPr>
          <w:rFonts w:ascii="Corbel" w:hAnsi="Corbel"/>
          <w:i w:val="1"/>
          <w:iCs w:val="1"/>
        </w:rPr>
        <w:t xml:space="preserve">UR </w:t>
      </w:r>
      <w:r w:rsidRPr="006A7D78" w:rsidR="00CD6897">
        <w:rPr>
          <w:rFonts w:ascii="Corbel" w:hAnsi="Corbel"/>
          <w:i w:val="1"/>
          <w:iCs w:val="1"/>
        </w:rPr>
        <w:t>nr</w:t>
      </w:r>
      <w:r w:rsidRPr="006A7D78" w:rsidR="00CD6897">
        <w:rPr>
          <w:rFonts w:ascii="Corbel" w:hAnsi="Corbel"/>
          <w:i w:val="1"/>
          <w:iCs w:val="1"/>
        </w:rPr>
        <w:t xml:space="preserve"> </w:t>
      </w:r>
      <w:r w:rsidRPr="006A7D78" w:rsidR="00C46CB0">
        <w:rPr>
          <w:rFonts w:ascii="Corbel" w:hAnsi="Corbel"/>
          <w:i w:val="1"/>
          <w:iCs w:val="1"/>
        </w:rPr>
        <w:t>7</w:t>
      </w:r>
      <w:r w:rsidRPr="006A7D78" w:rsidR="00F17567">
        <w:rPr>
          <w:rFonts w:ascii="Corbel" w:hAnsi="Corbel"/>
          <w:i w:val="1"/>
          <w:iCs w:val="1"/>
        </w:rPr>
        <w:t>/20</w:t>
      </w:r>
      <w:r w:rsidRPr="006A7D78" w:rsidR="00C46CB0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3E786A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520F257A" w:rsidP="006A7D78" w:rsidRDefault="520F257A" w14:paraId="17A886B3" w14:textId="29FEC634">
      <w:pPr>
        <w:spacing w:before="0" w:beforeAutospacing="off" w:after="0" w:afterAutospacing="off"/>
        <w:jc w:val="center"/>
      </w:pPr>
      <w:r w:rsidRPr="006A7D78" w:rsidR="520F257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006A7D78" w:rsidR="520F257A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06A7D78" w:rsidR="520F257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20F257A" w:rsidP="006A7D78" w:rsidRDefault="520F257A" w14:paraId="1DA5A825" w14:textId="234CEA4F">
      <w:pPr>
        <w:spacing w:before="0" w:beforeAutospacing="off" w:after="0" w:afterAutospacing="off"/>
        <w:jc w:val="center"/>
      </w:pPr>
      <w:r w:rsidRPr="006A7D78" w:rsidR="520F257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</w:t>
      </w:r>
      <w:r w:rsidRPr="006A7D78" w:rsidR="520F257A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  <w:r w:rsidRPr="006A7D78" w:rsidR="520F257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20F257A" w:rsidP="006A7D78" w:rsidRDefault="520F257A" w14:paraId="3D9FA087" w14:textId="16D00B76">
      <w:pPr>
        <w:spacing w:before="0" w:beforeAutospacing="off" w:after="0" w:afterAutospacing="off"/>
        <w:jc w:val="center"/>
      </w:pPr>
      <w:r w:rsidRPr="006A7D78" w:rsidR="520F257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006A7D78" w:rsidR="520F257A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006A7D78" w:rsidR="520F257A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520F257A" w:rsidP="006A7D78" w:rsidRDefault="520F257A" w14:paraId="53E7B0AD" w14:textId="0C65619D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006A7D78" w:rsidR="520F257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06A7D78" w:rsidR="520F257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006A7D78" w:rsidR="520F257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006A7D78" w:rsidP="006A7D78" w:rsidRDefault="006A7D78" w14:paraId="3D491BCB" w14:textId="73A23BE0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C986B7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4D80EBA" w14:paraId="6910854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E6054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009C54AE" w:rsidRDefault="006834BF" w14:paraId="009B8380" w14:textId="71F4B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Logika</w:t>
            </w:r>
          </w:p>
        </w:tc>
      </w:tr>
      <w:tr w:rsidRPr="009C54AE" w:rsidR="0085747A" w:rsidTr="14D80EBA" w14:paraId="4EAC15F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9D54B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009C54AE" w:rsidRDefault="006834BF" w14:paraId="46B5FC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S2S[1] 0_02</w:t>
            </w:r>
          </w:p>
        </w:tc>
      </w:tr>
      <w:tr w:rsidRPr="009C54AE" w:rsidR="0085747A" w:rsidTr="14D80EBA" w14:paraId="3207C973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AD2EA9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009C54AE" w:rsidRDefault="006834BF" w14:paraId="487E58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14D80EBA" w14:paraId="30692DF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FC803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14D80EBA" w:rsidRDefault="00180775" w14:paraId="674DD820" w14:textId="4915BF0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4D80EBA" w:rsidR="00180775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14D80EBA" w14:paraId="19E9B38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E1493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009C54AE" w:rsidRDefault="006834BF" w14:paraId="06698A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14D80EBA" w14:paraId="36AFBAD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59953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009C54AE" w:rsidRDefault="006834BF" w14:paraId="56131F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II stopień</w:t>
            </w:r>
          </w:p>
        </w:tc>
      </w:tr>
      <w:tr w:rsidRPr="009C54AE" w:rsidR="0085747A" w:rsidTr="14D80EBA" w14:paraId="6831185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9FEC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009C54AE" w:rsidRDefault="006834BF" w14:paraId="28372F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14D80EBA" w14:paraId="6D82A8C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E80D2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009C54AE" w:rsidRDefault="006834BF" w14:paraId="6F2B5C5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stacjonarna</w:t>
            </w:r>
          </w:p>
        </w:tc>
      </w:tr>
      <w:tr w:rsidRPr="009C54AE" w:rsidR="0085747A" w:rsidTr="14D80EBA" w14:paraId="645E94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9100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781DC3" w:rsidR="0085747A" w:rsidP="009C54AE" w:rsidRDefault="008B26AB" w14:paraId="7DBA04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1, </w:t>
            </w:r>
            <w:r w:rsidRPr="00781DC3" w:rsidR="006834BF">
              <w:rPr>
                <w:rFonts w:ascii="Corbel" w:hAnsi="Corbel"/>
                <w:b w:val="0"/>
                <w:bCs/>
                <w:sz w:val="24"/>
                <w:szCs w:val="24"/>
              </w:rPr>
              <w:t>semestr</w:t>
            </w: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</w:t>
            </w:r>
          </w:p>
        </w:tc>
      </w:tr>
      <w:tr w:rsidRPr="009C54AE" w:rsidR="0085747A" w:rsidTr="14D80EBA" w14:paraId="2086108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6B92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834BF" w14:paraId="08EDA9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14D80EBA" w14:paraId="52F9FE9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235AF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B26AB" w14:paraId="709D05F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34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14D80EBA" w14:paraId="211B9BF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BA7B8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15F73" w14:paraId="4C6386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proofErr w:type="spellStart"/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  <w:tr w:rsidRPr="009C54AE" w:rsidR="0085747A" w:rsidTr="14D80EBA" w14:paraId="31640F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3A04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15F73" w14:paraId="3BCC8D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proofErr w:type="spellStart"/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:rsidRPr="009C54AE" w:rsidR="0085747A" w:rsidP="009C54AE" w:rsidRDefault="0085747A" w14:paraId="66B3595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97684F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D8D4D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369603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9C54AE" w:rsidR="00015B8F" w:rsidTr="006A7D78" w14:paraId="1541FB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232FAC" w:rsidRDefault="00015B8F" w14:paraId="2C9E103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232FAC" w:rsidRDefault="002B5EA0" w14:paraId="46E0611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32FAC" w:rsidRDefault="00015B8F" w14:paraId="28F9DD7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32FAC" w:rsidRDefault="00015B8F" w14:paraId="14B2E35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32FAC" w:rsidRDefault="00015B8F" w14:paraId="2DC8862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32FAC" w:rsidRDefault="00015B8F" w14:paraId="00CE6DB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015B8F" w14:paraId="0A52E0A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32FAC" w:rsidRDefault="00015B8F" w14:paraId="2880B60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32FAC" w:rsidRDefault="00015B8F" w14:paraId="6CD4876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32FAC" w:rsidRDefault="00015B8F" w14:paraId="305B032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32FAC" w:rsidRDefault="00015B8F" w14:paraId="2E9495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6A7D78" w14:paraId="36B3A2D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180775" w14:paraId="1F67EC3C" w14:textId="331088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D78" w:rsidR="43929EA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015B8F" w14:paraId="70DE6D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015B8F" w14:paraId="202CC6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6834BF" w14:paraId="70D8BF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015B8F" w14:paraId="4647BF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015B8F" w14:paraId="4990AB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015B8F" w14:paraId="4E04F0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015B8F" w14:paraId="2E9B00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015B8F" w14:paraId="0B73B5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32FAC" w:rsidRDefault="00C46CB0" w14:paraId="71111085" w14:textId="61E0A8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247C15D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3B4152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32FAC" w:rsidP="00F83B28" w:rsidRDefault="00232FAC" w14:paraId="1E9C8D87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6834BF" w:rsidR="0085747A" w:rsidP="00F83B28" w:rsidRDefault="00232FAC" w14:paraId="76EE406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3F68E5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6834BF" w:rsidR="0085747A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Pr="009C54AE" w:rsidR="0085747A" w:rsidP="00F83B28" w:rsidRDefault="0085747A" w14:paraId="2D29400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28B19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6A7D78" w:rsidRDefault="00E22FBC" w14:paraId="4D50AC42" w14:textId="69D494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06A7D7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06A7D78" w:rsidR="00E22FBC">
        <w:rPr>
          <w:rFonts w:ascii="Corbel" w:hAnsi="Corbel"/>
          <w:caps w:val="0"/>
          <w:smallCaps w:val="0"/>
        </w:rPr>
        <w:t>For</w:t>
      </w:r>
      <w:r w:rsidRPr="006A7D78" w:rsidR="00445970">
        <w:rPr>
          <w:rFonts w:ascii="Corbel" w:hAnsi="Corbel"/>
          <w:caps w:val="0"/>
          <w:smallCaps w:val="0"/>
        </w:rPr>
        <w:t xml:space="preserve">ma zaliczenia </w:t>
      </w:r>
      <w:r w:rsidRPr="006A7D78" w:rsidR="00445970">
        <w:rPr>
          <w:rFonts w:ascii="Corbel" w:hAnsi="Corbel"/>
          <w:caps w:val="0"/>
          <w:smallCaps w:val="0"/>
        </w:rPr>
        <w:t xml:space="preserve">przedmiotu </w:t>
      </w:r>
      <w:r w:rsidRPr="006A7D78" w:rsidR="00E22FBC">
        <w:rPr>
          <w:rFonts w:ascii="Corbel" w:hAnsi="Corbel"/>
          <w:caps w:val="0"/>
          <w:smallCaps w:val="0"/>
        </w:rPr>
        <w:t>(</w:t>
      </w:r>
      <w:r w:rsidRPr="006A7D78" w:rsidR="00E22FBC">
        <w:rPr>
          <w:rFonts w:ascii="Corbel" w:hAnsi="Corbel"/>
          <w:caps w:val="0"/>
          <w:smallCaps w:val="0"/>
        </w:rPr>
        <w:t xml:space="preserve">z toku) </w:t>
      </w:r>
      <w:r w:rsidRPr="006A7D78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006A7D78" w:rsidR="00E22FBC">
        <w:rPr>
          <w:rFonts w:ascii="Corbel" w:hAnsi="Corbel"/>
          <w:b w:val="0"/>
          <w:bCs w:val="0"/>
          <w:caps w:val="0"/>
          <w:smallCaps w:val="0"/>
          <w:u w:val="single"/>
        </w:rPr>
        <w:t>zaliczenie z oceną</w:t>
      </w:r>
      <w:r w:rsidRPr="006A7D78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3F68E5" w:rsidP="009C54AE" w:rsidRDefault="003F68E5" w14:paraId="2AED379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3F68E5" w14:paraId="69799C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zaliczenie z oceną</w:t>
      </w:r>
    </w:p>
    <w:p w:rsidRPr="003F68E5" w:rsidR="003F68E5" w:rsidP="009C54AE" w:rsidRDefault="003F68E5" w14:paraId="7974D64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24C3E9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232FAC" w:rsidP="009C54AE" w:rsidRDefault="00232FAC" w14:paraId="120A5C6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1AACCCE" w14:textId="77777777">
        <w:tc>
          <w:tcPr>
            <w:tcW w:w="9670" w:type="dxa"/>
          </w:tcPr>
          <w:p w:rsidRPr="009C54AE" w:rsidR="0085747A" w:rsidP="009C54AE" w:rsidRDefault="0021662E" w14:paraId="3287E00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logiki na poziomie szkoły ponadpodstawowej.</w:t>
            </w:r>
          </w:p>
        </w:tc>
      </w:tr>
    </w:tbl>
    <w:p w:rsidR="00153C41" w:rsidP="009C54AE" w:rsidRDefault="00153C41" w14:paraId="307FC74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A7D78" w:rsidRDefault="006A7D78" w14:paraId="5F8B6B0A" w14:textId="02078D17">
      <w:r>
        <w:br w:type="page"/>
      </w:r>
    </w:p>
    <w:p w:rsidRPr="00C05F44" w:rsidR="0085747A" w:rsidP="006A7D78" w:rsidRDefault="0071620A" w14:paraId="310C39AC" w14:textId="308BBC2B">
      <w:pPr>
        <w:pStyle w:val="Punktygwne"/>
        <w:spacing w:before="0" w:after="0"/>
        <w:rPr>
          <w:rFonts w:ascii="Corbel" w:hAnsi="Corbel"/>
        </w:rPr>
      </w:pPr>
      <w:r w:rsidRPr="006A7D78" w:rsidR="0071620A">
        <w:rPr>
          <w:rFonts w:ascii="Corbel" w:hAnsi="Corbel"/>
        </w:rPr>
        <w:t>3.</w:t>
      </w:r>
      <w:r w:rsidRPr="006A7D78" w:rsidR="0085747A">
        <w:rPr>
          <w:rFonts w:ascii="Corbel" w:hAnsi="Corbel"/>
        </w:rPr>
        <w:t xml:space="preserve"> </w:t>
      </w:r>
      <w:r w:rsidRPr="006A7D78" w:rsidR="00A84C85">
        <w:rPr>
          <w:rFonts w:ascii="Corbel" w:hAnsi="Corbel"/>
        </w:rPr>
        <w:t xml:space="preserve">cele, efekty uczenia </w:t>
      </w:r>
      <w:r w:rsidRPr="006A7D78" w:rsidR="00A84C85">
        <w:rPr>
          <w:rFonts w:ascii="Corbel" w:hAnsi="Corbel"/>
        </w:rPr>
        <w:t>się</w:t>
      </w:r>
      <w:r w:rsidRPr="006A7D78" w:rsidR="0085747A">
        <w:rPr>
          <w:rFonts w:ascii="Corbel" w:hAnsi="Corbel"/>
        </w:rPr>
        <w:t>,</w:t>
      </w:r>
      <w:r w:rsidRPr="006A7D78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D0D374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F0E76A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8EBF3E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3F68E5" w14:paraId="56981983" w14:textId="77777777">
        <w:tc>
          <w:tcPr>
            <w:tcW w:w="844" w:type="dxa"/>
            <w:vAlign w:val="center"/>
          </w:tcPr>
          <w:p w:rsidRPr="009C54AE" w:rsidR="0085747A" w:rsidP="009C54AE" w:rsidRDefault="0085747A" w14:paraId="7EF81CE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3F68E5" w:rsidRDefault="003F68E5" w14:paraId="0F7A017F" w14:textId="02A5BE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>apoznanie studentów z elementami logiki w zakresie se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mantyki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3F68E5" w14:paraId="275B211A" w14:textId="77777777">
        <w:tc>
          <w:tcPr>
            <w:tcW w:w="844" w:type="dxa"/>
            <w:vAlign w:val="center"/>
          </w:tcPr>
          <w:p w:rsidRPr="009C54AE" w:rsidR="0085747A" w:rsidP="009C54AE" w:rsidRDefault="00C1579B" w14:paraId="24178F2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C1579B" w:rsidP="003F68E5" w:rsidRDefault="003F68E5" w14:paraId="36DBBFD5" w14:textId="4C346BC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poprawnego wnioskowania, wykrywania błędów w</w:t>
            </w:r>
            <w:r w:rsidR="00C46CB0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tworzeniu definicji, jasn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formuł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tez</w:t>
            </w:r>
          </w:p>
        </w:tc>
      </w:tr>
    </w:tbl>
    <w:p w:rsidRPr="009C54AE" w:rsidR="0085747A" w:rsidP="009C54AE" w:rsidRDefault="0085747A" w14:paraId="6E11AA4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6BF2D3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F37019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14D80EBA" w14:paraId="7C44450A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5C4480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1579B" w:rsidRDefault="0085747A" w14:paraId="4AF350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7364C7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14D80EBA" w14:paraId="5849B91C" w14:textId="77777777">
        <w:tc>
          <w:tcPr>
            <w:tcW w:w="1701" w:type="dxa"/>
            <w:tcMar/>
          </w:tcPr>
          <w:p w:rsidRPr="009C54AE" w:rsidR="0085747A" w:rsidP="009C54AE" w:rsidRDefault="0085747A" w14:paraId="62198E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003F68E5" w:rsidRDefault="00C1579B" w14:paraId="0985B7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wniosk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formuł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określone tezy. Zna w sposób pogłębiony wybrane socjologicznie metody i narzędzia opisu, w tym techniki pozyskiwania danych oraz techniki modelowania struktur społecznych i procesów w nich zachodzących, a także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identyfikowania rzą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dzących między nimi prawidłowości.</w:t>
            </w:r>
          </w:p>
        </w:tc>
        <w:tc>
          <w:tcPr>
            <w:tcW w:w="1873" w:type="dxa"/>
            <w:tcMar/>
          </w:tcPr>
          <w:p w:rsidR="003F68E5" w:rsidP="003F68E5" w:rsidRDefault="008E23B3" w14:paraId="69CE8D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:rsidR="0085747A" w:rsidP="003F68E5" w:rsidRDefault="008E23B3" w14:paraId="3423E3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Pr="009C54AE" w:rsidR="008E23B3" w:rsidP="009C54AE" w:rsidRDefault="008E23B3" w14:paraId="5FEE69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14D80EBA" w14:paraId="30E8E4EA" w14:textId="77777777">
        <w:tc>
          <w:tcPr>
            <w:tcW w:w="1701" w:type="dxa"/>
            <w:tcMar/>
          </w:tcPr>
          <w:p w:rsidRPr="009C54AE" w:rsidR="0085747A" w:rsidP="009C54AE" w:rsidRDefault="0085747A" w14:paraId="1F4F4B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003F68E5" w:rsidRDefault="003F68E5" w14:paraId="4018EF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formułuje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 xml:space="preserve"> własne opinie na dany temat oraz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uje,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zaś wiedza dotycząca poprawności definicji służy eliminacji możliwych błędów podczas budowania teorii.</w:t>
            </w:r>
          </w:p>
        </w:tc>
        <w:tc>
          <w:tcPr>
            <w:tcW w:w="1873" w:type="dxa"/>
            <w:tcMar/>
          </w:tcPr>
          <w:p w:rsidR="003F68E5" w:rsidP="003F68E5" w:rsidRDefault="00C304F2" w14:paraId="179FF5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02,</w:t>
            </w:r>
          </w:p>
          <w:p w:rsidRPr="009C54AE" w:rsidR="0085747A" w:rsidP="003F68E5" w:rsidRDefault="008E23B3" w14:paraId="6E9DA5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85747A" w:rsidTr="14D80EBA" w14:paraId="306195A5" w14:textId="77777777">
        <w:tc>
          <w:tcPr>
            <w:tcW w:w="1701" w:type="dxa"/>
            <w:tcMar/>
          </w:tcPr>
          <w:p w:rsidRPr="009C54AE" w:rsidR="0085747A" w:rsidP="14D80EBA" w:rsidRDefault="0085747A" w14:paraId="71A2B88D" w14:textId="1C543B75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D80EBA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EK_</w:t>
            </w:r>
            <w:r w:rsidRPr="14D80EBA" w:rsidR="00180775">
              <w:rPr>
                <w:rFonts w:ascii="Corbel" w:hAnsi="Corbel"/>
                <w:b w:val="0"/>
                <w:bCs w:val="0"/>
                <w:caps w:val="0"/>
                <w:smallCaps w:val="0"/>
              </w:rPr>
              <w:t>0</w:t>
            </w:r>
            <w:r w:rsidRPr="14D80EBA" w:rsidR="008E23B3">
              <w:rPr>
                <w:rFonts w:ascii="Corbel" w:hAnsi="Corbel"/>
                <w:b w:val="0"/>
                <w:bCs w:val="0"/>
                <w:caps w:val="0"/>
                <w:smallCaps w:val="0"/>
              </w:rPr>
              <w:t>3</w:t>
            </w:r>
          </w:p>
        </w:tc>
        <w:tc>
          <w:tcPr>
            <w:tcW w:w="6096" w:type="dxa"/>
            <w:tcMar/>
          </w:tcPr>
          <w:p w:rsidRPr="009C54AE" w:rsidR="0085747A" w:rsidP="003F68E5" w:rsidRDefault="008E23B3" w14:paraId="0A8EE75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identyfikuje dylematy naukowe, dokonuje analizy problemów i poprawnie przeprowadza wnioski. Potrafi myśleć w sposób jasny a jego teorie są spójne. W zakresie powierzonych mu zadań potrafi wykazywać się przedsiębiorczością i logicznym myśleniem.</w:t>
            </w:r>
          </w:p>
        </w:tc>
        <w:tc>
          <w:tcPr>
            <w:tcW w:w="1873" w:type="dxa"/>
            <w:tcMar/>
          </w:tcPr>
          <w:p w:rsidR="003F68E5" w:rsidP="003F68E5" w:rsidRDefault="008E23B3" w14:paraId="274EDB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Pr="009C54AE" w:rsidR="0085747A" w:rsidP="003F68E5" w:rsidRDefault="008E23B3" w14:paraId="174AEC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C54AE" w:rsidR="0085747A" w:rsidP="009C54AE" w:rsidRDefault="0085747A" w14:paraId="2AB6AC2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CF79D3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256947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E8AFC3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32FAC" w14:paraId="37443AED" w14:textId="77777777">
        <w:tc>
          <w:tcPr>
            <w:tcW w:w="9520" w:type="dxa"/>
          </w:tcPr>
          <w:p w:rsidRPr="009C54AE" w:rsidR="0085747A" w:rsidP="009C54AE" w:rsidRDefault="0085747A" w14:paraId="44F99E8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232FAC" w14:paraId="2F1D0817" w14:textId="77777777">
        <w:tc>
          <w:tcPr>
            <w:tcW w:w="9520" w:type="dxa"/>
          </w:tcPr>
          <w:p w:rsidRPr="009C54AE" w:rsidR="0085747A" w:rsidP="009C54AE" w:rsidRDefault="00232FAC" w14:paraId="4F95565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07CC29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E68C5F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47E897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A7D78" w14:paraId="565541DC" w14:textId="77777777">
        <w:tc>
          <w:tcPr>
            <w:tcW w:w="9639" w:type="dxa"/>
            <w:tcMar/>
          </w:tcPr>
          <w:p w:rsidRPr="009C54AE" w:rsidR="0085747A" w:rsidP="009C54AE" w:rsidRDefault="0085747A" w14:paraId="156B743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6A7D78" w14:paraId="10395247" w14:textId="77777777">
        <w:tc>
          <w:tcPr>
            <w:tcW w:w="9639" w:type="dxa"/>
            <w:tcMar/>
          </w:tcPr>
          <w:p w:rsidR="0085747A" w:rsidP="009C54AE" w:rsidRDefault="00233DBB" w14:paraId="1FCC68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wprowadzające: definicja logiki jako nauki, podstawowe podziały logiki.</w:t>
            </w:r>
          </w:p>
          <w:p w:rsidRPr="009C54AE" w:rsidR="00233DBB" w:rsidP="009C54AE" w:rsidRDefault="00233DBB" w14:paraId="7FCDAB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nazwy, podstawowe typy nazw.</w:t>
            </w:r>
          </w:p>
        </w:tc>
      </w:tr>
      <w:tr w:rsidRPr="009C54AE" w:rsidR="0085747A" w:rsidTr="006A7D78" w14:paraId="308B7C7D" w14:textId="77777777">
        <w:tc>
          <w:tcPr>
            <w:tcW w:w="9639" w:type="dxa"/>
            <w:tcMar/>
          </w:tcPr>
          <w:p w:rsidR="0085747A" w:rsidP="00C46CB0" w:rsidRDefault="00233DBB" w14:paraId="02161C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między zakresami nazw, podział logiczny i warunki jego poprawności</w:t>
            </w:r>
          </w:p>
          <w:p w:rsidRPr="009C54AE" w:rsidR="00233DBB" w:rsidP="009C54AE" w:rsidRDefault="00233DBB" w14:paraId="2543AE89" w14:textId="686D0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78" w:rsidR="22BB3B31">
              <w:rPr>
                <w:rFonts w:ascii="Corbel" w:hAnsi="Corbel"/>
                <w:sz w:val="24"/>
                <w:szCs w:val="24"/>
              </w:rPr>
              <w:t xml:space="preserve">Nauka o zdaniu. Zdania kategoryczne. Stosunki </w:t>
            </w:r>
            <w:r w:rsidRPr="006A7D78" w:rsidR="22BB3B31">
              <w:rPr>
                <w:rFonts w:ascii="Corbel" w:hAnsi="Corbel"/>
                <w:sz w:val="24"/>
                <w:szCs w:val="24"/>
              </w:rPr>
              <w:t>mi</w:t>
            </w:r>
            <w:r w:rsidRPr="006A7D78" w:rsidR="6E773C7D">
              <w:rPr>
                <w:rFonts w:ascii="Corbel" w:hAnsi="Corbel"/>
                <w:sz w:val="24"/>
                <w:szCs w:val="24"/>
              </w:rPr>
              <w:t>ę</w:t>
            </w:r>
            <w:r w:rsidRPr="006A7D78" w:rsidR="22BB3B31">
              <w:rPr>
                <w:rFonts w:ascii="Corbel" w:hAnsi="Corbel"/>
                <w:sz w:val="24"/>
                <w:szCs w:val="24"/>
              </w:rPr>
              <w:t>dzy</w:t>
            </w:r>
            <w:r w:rsidRPr="006A7D78" w:rsidR="22BB3B31">
              <w:rPr>
                <w:rFonts w:ascii="Corbel" w:hAnsi="Corbel"/>
                <w:sz w:val="24"/>
                <w:szCs w:val="24"/>
              </w:rPr>
              <w:t xml:space="preserve"> zdaniami kategorycznymi w kwadracie logicznym. Wnioskowanie bezpośrednie.</w:t>
            </w:r>
          </w:p>
        </w:tc>
      </w:tr>
      <w:tr w:rsidRPr="009C54AE" w:rsidR="0085747A" w:rsidTr="006A7D78" w14:paraId="3174A4D5" w14:textId="77777777">
        <w:tc>
          <w:tcPr>
            <w:tcW w:w="9639" w:type="dxa"/>
            <w:tcMar/>
          </w:tcPr>
          <w:p w:rsidR="00233DBB" w:rsidP="009C54AE" w:rsidRDefault="00233DBB" w14:paraId="72339329" w14:textId="5B928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C46CB0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dowa definicji klasycznej. Podział definicji. Warunki poprawności definicji. </w:t>
            </w:r>
          </w:p>
          <w:p w:rsidRPr="009C54AE" w:rsidR="00233DBB" w:rsidP="009C54AE" w:rsidRDefault="00B600A4" w14:paraId="3FA17E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Wprowadzenie w filozofię</w:t>
            </w:r>
            <w:r w:rsidR="00233DBB">
              <w:rPr>
                <w:rFonts w:ascii="Corbel" w:hAnsi="Corbel"/>
                <w:sz w:val="24"/>
                <w:szCs w:val="24"/>
              </w:rPr>
              <w:t xml:space="preserve"> nauki. Budowa zdań naukowych na podstawie wnioskowania indukcyjnego. Wnioskowanie dedukcyjne. </w:t>
            </w:r>
          </w:p>
        </w:tc>
      </w:tr>
    </w:tbl>
    <w:p w:rsidRPr="009C54AE" w:rsidR="0085747A" w:rsidP="009C54AE" w:rsidRDefault="0085747A" w14:paraId="62E43B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8CA5E5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692BB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68E5" w:rsidR="00E960BB" w:rsidP="009C54AE" w:rsidRDefault="003F68E5" w14:paraId="362659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Rozwiązywanie zadań, dyskusja</w:t>
      </w:r>
    </w:p>
    <w:p w:rsidR="00E960BB" w:rsidP="009C54AE" w:rsidRDefault="00E960BB" w14:paraId="7838AF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1C1EBF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78741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AE77C6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D9C2C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9C54AE" w:rsidR="0085747A" w:rsidTr="14D80EBA" w14:paraId="78E1A848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2B6F5C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6A3BDA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54348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513D2C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2DA39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14D80EBA" w14:paraId="23902998" w14:textId="77777777">
        <w:tc>
          <w:tcPr>
            <w:tcW w:w="1985" w:type="dxa"/>
            <w:tcMar/>
          </w:tcPr>
          <w:p w:rsidRPr="009C54AE" w:rsidR="0085747A" w:rsidP="009C54AE" w:rsidRDefault="0085747A" w14:paraId="0401C7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3F68E5" w:rsidR="0085747A" w:rsidP="003F68E5" w:rsidRDefault="00233DBB" w14:paraId="5349581B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3F68E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tcMar/>
          </w:tcPr>
          <w:p w:rsidRPr="001745EE" w:rsidR="00233DBB" w:rsidP="003F68E5" w:rsidRDefault="003F68E5" w14:paraId="3FC5D52E" w14:textId="77777777">
            <w:pPr>
              <w:rPr>
                <w:rFonts w:ascii="Corbel" w:hAnsi="Corbel"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5747A" w:rsidTr="14D80EBA" w14:paraId="0E036721" w14:textId="77777777">
        <w:tc>
          <w:tcPr>
            <w:tcW w:w="1985" w:type="dxa"/>
            <w:tcMar/>
          </w:tcPr>
          <w:p w:rsidRPr="009C54AE" w:rsidR="0085747A" w:rsidP="009C54AE" w:rsidRDefault="0085747A" w14:paraId="6C9864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3F68E5" w:rsidR="0085747A" w:rsidP="14D80EBA" w:rsidRDefault="00233DBB" w14:paraId="2D56D8EE" w14:textId="72B528A0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4D80EBA" w:rsidR="795B2EB4">
              <w:rPr>
                <w:rFonts w:ascii="Corbel" w:hAnsi="Corbel"/>
                <w:sz w:val="24"/>
                <w:szCs w:val="24"/>
              </w:rPr>
              <w:t>O</w:t>
            </w:r>
            <w:r w:rsidRPr="14D80EBA" w:rsidR="00233DBB">
              <w:rPr>
                <w:rFonts w:ascii="Corbel" w:hAnsi="Corbel"/>
                <w:sz w:val="24"/>
                <w:szCs w:val="24"/>
              </w:rPr>
              <w:t>bserwacja</w:t>
            </w:r>
          </w:p>
        </w:tc>
        <w:tc>
          <w:tcPr>
            <w:tcW w:w="2126" w:type="dxa"/>
            <w:tcMar/>
          </w:tcPr>
          <w:p w:rsidRPr="003F68E5" w:rsidR="0085747A" w:rsidP="003F68E5" w:rsidRDefault="001745EE" w14:paraId="77CCFC99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180775" w:rsidTr="14D80EBA" w14:paraId="4935C775" w14:textId="77777777">
        <w:trPr>
          <w:trHeight w:val="300"/>
        </w:trPr>
        <w:tc>
          <w:tcPr>
            <w:tcW w:w="1985" w:type="dxa"/>
            <w:tcMar/>
          </w:tcPr>
          <w:p w:rsidRPr="009C54AE" w:rsidR="00180775" w:rsidP="14D80EBA" w:rsidRDefault="00180775" w14:paraId="7DC1406B" w14:textId="6B0FCC91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14D80EBA" w:rsidR="00180775">
              <w:rPr>
                <w:rFonts w:ascii="Corbel" w:hAnsi="Corbel"/>
                <w:b w:val="0"/>
                <w:bCs w:val="0"/>
              </w:rPr>
              <w:t>Ek_ 0</w:t>
            </w:r>
            <w:r w:rsidRPr="14D80EBA" w:rsidR="00180775">
              <w:rPr>
                <w:rFonts w:ascii="Corbel" w:hAnsi="Corbel"/>
                <w:b w:val="0"/>
                <w:bCs w:val="0"/>
              </w:rPr>
              <w:t>3</w:t>
            </w:r>
          </w:p>
        </w:tc>
        <w:tc>
          <w:tcPr>
            <w:tcW w:w="5528" w:type="dxa"/>
            <w:tcMar/>
          </w:tcPr>
          <w:p w:rsidRPr="003F68E5" w:rsidR="00180775" w:rsidP="003F68E5" w:rsidRDefault="00180775" w14:paraId="79D1349D" w14:textId="3A89B29B">
            <w:pPr>
              <w:rPr>
                <w:rFonts w:ascii="Corbel" w:hAnsi="Corbel"/>
                <w:sz w:val="24"/>
                <w:szCs w:val="24"/>
              </w:rPr>
            </w:pPr>
            <w:r w:rsidRPr="14D80EBA" w:rsidR="7ADE02C6">
              <w:rPr>
                <w:rFonts w:ascii="Corbel" w:hAnsi="Corbel"/>
                <w:sz w:val="24"/>
                <w:szCs w:val="24"/>
              </w:rPr>
              <w:t>Kolokwium, obserwacja</w:t>
            </w:r>
          </w:p>
        </w:tc>
        <w:tc>
          <w:tcPr>
            <w:tcW w:w="2126" w:type="dxa"/>
            <w:tcMar/>
          </w:tcPr>
          <w:p w:rsidRPr="001745EE" w:rsidR="00180775" w:rsidP="003F68E5" w:rsidRDefault="00180775" w14:paraId="69DC7307" w14:textId="59C622F8" w14:noSpellErr="1">
            <w:pPr>
              <w:rPr>
                <w:rFonts w:ascii="Corbel" w:hAnsi="Corbel"/>
                <w:sz w:val="24"/>
                <w:szCs w:val="24"/>
              </w:rPr>
            </w:pPr>
            <w:r w:rsidRPr="14D80EBA" w:rsidR="0018077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339826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EF851A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76175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A7D78" w14:paraId="0178BEE2" w14:textId="77777777">
        <w:tc>
          <w:tcPr>
            <w:tcW w:w="9670" w:type="dxa"/>
            <w:tcMar/>
          </w:tcPr>
          <w:p w:rsidR="0085747A" w:rsidP="001745EE" w:rsidRDefault="007706C3" w14:paraId="00F1C0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dostateczną student umie wymienić typy nazw oraz prawidłowo zbudować definicję. Zna rodzaje zdań kategorycznych i potrafi wymienić warunki poprawności definicji.</w:t>
            </w:r>
          </w:p>
          <w:p w:rsidRPr="009C54AE" w:rsidR="008B26AB" w:rsidP="001745EE" w:rsidRDefault="008B26AB" w14:paraId="556ECAF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3.5 j. w. Ponad to student zna zależności zdań kategorycznych w kwadracie logicznym. Zna stosunki między zakresami nazw i potrafi je wyjaśnić.</w:t>
            </w:r>
          </w:p>
          <w:p w:rsidR="007706C3" w:rsidP="14D80EBA" w:rsidRDefault="007706C3" w14:paraId="166E461F" w14:textId="5F89C1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D80EBA" w:rsidR="007706C3">
              <w:rPr>
                <w:rFonts w:ascii="Corbel" w:hAnsi="Corbel"/>
                <w:b w:val="0"/>
                <w:bCs w:val="0"/>
                <w:caps w:val="0"/>
                <w:smallCaps w:val="0"/>
              </w:rPr>
              <w:t>Na ocenę dobrą st</w:t>
            </w:r>
            <w:r w:rsidRPr="14D80EBA" w:rsidR="00CE10A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udent ma wiedzę  </w:t>
            </w:r>
            <w:r w:rsidRPr="14D80EBA" w:rsidR="00CE10AA">
              <w:rPr>
                <w:rFonts w:ascii="Corbel" w:hAnsi="Corbel"/>
                <w:b w:val="0"/>
                <w:bCs w:val="0"/>
                <w:caps w:val="0"/>
                <w:smallCaps w:val="0"/>
              </w:rPr>
              <w:t>j.w</w:t>
            </w:r>
            <w:r w:rsidRPr="14D80EBA" w:rsidR="00CE10A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14D80EBA" w:rsidR="008B26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4D80EBA" w:rsidR="007706C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Potrafi przeprowadzić podział logiczny danej nazwy, wie czym różni się indukcja od dedukcji.</w:t>
            </w:r>
            <w:r w:rsidRPr="14D80EBA" w:rsidR="00CE10A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Zna metodę </w:t>
            </w:r>
            <w:r w:rsidRPr="14D80EBA" w:rsidR="00CE10AA">
              <w:rPr>
                <w:rFonts w:ascii="Corbel" w:hAnsi="Corbel"/>
                <w:b w:val="0"/>
                <w:bCs w:val="0"/>
                <w:caps w:val="0"/>
                <w:smallCaps w:val="0"/>
              </w:rPr>
              <w:t>dedukcyjno</w:t>
            </w:r>
            <w:r w:rsidRPr="14D80EBA" w:rsidR="63554B6F">
              <w:rPr>
                <w:rFonts w:ascii="Corbel" w:hAnsi="Corbel"/>
                <w:b w:val="0"/>
                <w:bCs w:val="0"/>
                <w:caps w:val="0"/>
                <w:smallCaps w:val="0"/>
              </w:rPr>
              <w:t>-</w:t>
            </w:r>
            <w:r w:rsidRPr="14D80EBA" w:rsidR="00CE10AA">
              <w:rPr>
                <w:rFonts w:ascii="Corbel" w:hAnsi="Corbel"/>
                <w:b w:val="0"/>
                <w:bCs w:val="0"/>
                <w:caps w:val="0"/>
                <w:smallCaps w:val="0"/>
              </w:rPr>
              <w:t>aksjomatyczną i potrafi ją opisać. Wie czym są zdania obserwacyjne i w jaki sposób budować teorię za pomocą tworzenia hipotez.</w:t>
            </w:r>
          </w:p>
          <w:p w:rsidR="008B26AB" w:rsidP="001745EE" w:rsidRDefault="008B26AB" w14:paraId="1F84DC0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ocenę 4.5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j. w. ponad to student potrafi wyj</w:t>
            </w:r>
            <w:r w:rsidR="00B600A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śnić czym są w nauce eksperymenty oraz do czego służą modele. Zna funkcję i znaczenie teorii empirycznych we współczesnej nauce. </w:t>
            </w:r>
          </w:p>
          <w:p w:rsidRPr="009C54AE" w:rsidR="0085747A" w:rsidP="006A7D78" w:rsidRDefault="0085747A" w14:paraId="69EE9937" w14:textId="52BD0D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6A7D78" w:rsidR="2F17C67E">
              <w:rPr>
                <w:rFonts w:ascii="Corbel" w:hAnsi="Corbel"/>
                <w:b w:val="0"/>
                <w:bCs w:val="0"/>
                <w:caps w:val="0"/>
                <w:smallCaps w:val="0"/>
              </w:rPr>
              <w:t>Na ocenę bardzo dobrą j. w. ponadto student potrafi podać przykłady danego typu nazwy oraz wyjaśnić znaczenie stosunków między zakresami nazw. Znając warunki poprawności definicji potrafi wykryć błędy definicji.</w:t>
            </w:r>
            <w:r w:rsidRPr="006A7D78" w:rsidR="63A4703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Zna teorię filozofii nauki i potrafi wyjaśnić czym jest nauka i jaką spełnia funkcję we współczesnym świecie. Wie czym jest paradygmat i jakie pełni zadanie w rozwoju naukowym. </w:t>
            </w:r>
            <w:r w:rsidRPr="006A7D78" w:rsidR="2F17C67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</w:tr>
    </w:tbl>
    <w:p w:rsidRPr="009C54AE" w:rsidR="0085747A" w:rsidP="009C54AE" w:rsidRDefault="0085747A" w14:paraId="103F86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6A7D78" w:rsidRDefault="00232FAC" w14:paraId="7022F768" w14:textId="77777777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  <w:r w:rsidRPr="006A7D78" w:rsidR="0085747A">
        <w:rPr>
          <w:rFonts w:ascii="Corbel" w:hAnsi="Corbel"/>
          <w:b w:val="1"/>
          <w:bCs w:val="1"/>
          <w:sz w:val="24"/>
          <w:szCs w:val="24"/>
        </w:rPr>
        <w:lastRenderedPageBreak/>
        <w:t xml:space="preserve">5. </w:t>
      </w:r>
      <w:r w:rsidRPr="006A7D78" w:rsidR="00C61DC5">
        <w:rPr>
          <w:rFonts w:ascii="Corbel" w:hAnsi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87A38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C5523F0" w14:textId="77777777">
        <w:tc>
          <w:tcPr>
            <w:tcW w:w="4962" w:type="dxa"/>
            <w:vAlign w:val="center"/>
          </w:tcPr>
          <w:p w:rsidRPr="009C54AE" w:rsidR="0085747A" w:rsidP="009C54AE" w:rsidRDefault="00C61DC5" w14:paraId="53C5E05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93BF5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4A381DB" w14:textId="77777777">
        <w:tc>
          <w:tcPr>
            <w:tcW w:w="4962" w:type="dxa"/>
          </w:tcPr>
          <w:p w:rsidRPr="009C54AE" w:rsidR="0085747A" w:rsidP="009C54AE" w:rsidRDefault="00C61DC5" w14:paraId="29508E8C" w14:textId="1F79F3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C46CB0" w:rsidRDefault="004D2CDB" w14:paraId="12795A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6E64E5E" w14:textId="77777777">
        <w:tc>
          <w:tcPr>
            <w:tcW w:w="4962" w:type="dxa"/>
          </w:tcPr>
          <w:p w:rsidRPr="009C54AE" w:rsidR="00C61DC5" w:rsidP="009C54AE" w:rsidRDefault="00C61DC5" w14:paraId="1FB99D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ED75E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46CB0" w:rsidRDefault="004D2CDB" w14:paraId="1751C459" w14:textId="248BB9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764FA3E" w14:textId="77777777">
        <w:tc>
          <w:tcPr>
            <w:tcW w:w="4962" w:type="dxa"/>
          </w:tcPr>
          <w:p w:rsidRPr="009C54AE" w:rsidR="0071620A" w:rsidP="009C54AE" w:rsidRDefault="00C61DC5" w14:paraId="3C5943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477751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C46CB0" w:rsidRDefault="00C46CB0" w14:paraId="47746574" w14:textId="30D68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42EE6864" w14:textId="77777777">
        <w:tc>
          <w:tcPr>
            <w:tcW w:w="4962" w:type="dxa"/>
          </w:tcPr>
          <w:p w:rsidRPr="009C54AE" w:rsidR="0085747A" w:rsidP="009C54AE" w:rsidRDefault="0085747A" w14:paraId="57E0F3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46CB0" w:rsidRDefault="00C46CB0" w14:paraId="6BFC2398" w14:textId="2B1CD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5F4061FC" w14:textId="77777777">
        <w:tc>
          <w:tcPr>
            <w:tcW w:w="4962" w:type="dxa"/>
          </w:tcPr>
          <w:p w:rsidRPr="009C54AE" w:rsidR="0085747A" w:rsidP="009C54AE" w:rsidRDefault="0085747A" w14:paraId="4F27AD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46CB0" w:rsidRDefault="00C46CB0" w14:paraId="4024CFB0" w14:textId="4C0CC5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3FBF29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3964F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882B64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998090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232FAC" w14:paraId="15793DC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89F2A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232FAC" w14:paraId="2D3641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232FAC" w14:paraId="5F96BC9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744D2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232FAC" w14:paraId="565395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34CD236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CD4E6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E8DA8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6A7D78" w14:paraId="23B86870" w14:textId="77777777">
        <w:trPr>
          <w:trHeight w:val="397"/>
        </w:trPr>
        <w:tc>
          <w:tcPr>
            <w:tcW w:w="7513" w:type="dxa"/>
            <w:tcMar/>
          </w:tcPr>
          <w:p w:rsidRPr="00232FAC" w:rsidR="001745EE" w:rsidP="009C54AE" w:rsidRDefault="0085747A" w14:paraId="2B948340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232FAC" w:rsidR="004D2CD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232FAC" w:rsidP="009C54AE" w:rsidRDefault="00232FAC" w14:paraId="7B7BFA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745EE" w:rsidP="006A7D78" w:rsidRDefault="004D2CDB" w14:paraId="5E5822A8" w14:textId="56863A4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6A7D78" w:rsidR="01A100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Z. Ziembiński, </w:t>
            </w:r>
            <w:r w:rsidRPr="006A7D78" w:rsidR="01A1000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Logika </w:t>
            </w:r>
            <w:r w:rsidRPr="006A7D78" w:rsidR="01A1000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praktyczna</w:t>
            </w:r>
            <w:r w:rsidRPr="006A7D78" w:rsidR="01A10008">
              <w:rPr>
                <w:rFonts w:ascii="Corbel" w:hAnsi="Corbel"/>
                <w:b w:val="0"/>
                <w:bCs w:val="0"/>
                <w:caps w:val="0"/>
                <w:smallCaps w:val="0"/>
              </w:rPr>
              <w:t>, (</w:t>
            </w:r>
            <w:r w:rsidRPr="006A7D78" w:rsidR="01A100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różne wydania) </w:t>
            </w:r>
          </w:p>
          <w:p w:rsidRPr="009C54AE" w:rsidR="0085747A" w:rsidP="009C54AE" w:rsidRDefault="004D2CDB" w14:paraId="76367F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Ajdukiewicz,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Logika pragmatyczna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1975</w:t>
            </w:r>
          </w:p>
        </w:tc>
      </w:tr>
      <w:tr w:rsidRPr="009C54AE" w:rsidR="0085747A" w:rsidTr="006A7D78" w14:paraId="7B695DCD" w14:textId="77777777">
        <w:trPr>
          <w:trHeight w:val="397"/>
        </w:trPr>
        <w:tc>
          <w:tcPr>
            <w:tcW w:w="7513" w:type="dxa"/>
            <w:tcMar/>
          </w:tcPr>
          <w:p w:rsidRPr="00232FAC" w:rsidR="001745EE" w:rsidP="009C54AE" w:rsidRDefault="0085747A" w14:paraId="748B5AF0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232FAC" w:rsidR="004D2CD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232FAC" w:rsidP="009C54AE" w:rsidRDefault="00232FAC" w14:paraId="212CA9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4D2CDB" w14:paraId="4973D2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Stanosz,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Ćwiczenia z logiki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</w:p>
        </w:tc>
      </w:tr>
    </w:tbl>
    <w:p w:rsidRPr="009C54AE" w:rsidR="0085747A" w:rsidP="009C54AE" w:rsidRDefault="0085747A" w14:paraId="14406EF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6ECFBE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137" w:rsidP="00C16ABF" w:rsidRDefault="00DD5137" w14:paraId="5AA07810" w14:textId="77777777">
      <w:pPr>
        <w:spacing w:after="0" w:line="240" w:lineRule="auto"/>
      </w:pPr>
      <w:r>
        <w:separator/>
      </w:r>
    </w:p>
  </w:endnote>
  <w:endnote w:type="continuationSeparator" w:id="0">
    <w:p w:rsidR="00DD5137" w:rsidP="00C16ABF" w:rsidRDefault="00DD5137" w14:paraId="5FBEE3E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137" w:rsidP="00C16ABF" w:rsidRDefault="00DD5137" w14:paraId="6CAEFA66" w14:textId="77777777">
      <w:pPr>
        <w:spacing w:after="0" w:line="240" w:lineRule="auto"/>
      </w:pPr>
      <w:r>
        <w:separator/>
      </w:r>
    </w:p>
  </w:footnote>
  <w:footnote w:type="continuationSeparator" w:id="0">
    <w:p w:rsidR="00DD5137" w:rsidP="00C16ABF" w:rsidRDefault="00DD5137" w14:paraId="2F10DCC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D64AF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E8"/>
    <w:rsid w:val="000048FD"/>
    <w:rsid w:val="000077B4"/>
    <w:rsid w:val="00015B8F"/>
    <w:rsid w:val="00022ECE"/>
    <w:rsid w:val="00042A51"/>
    <w:rsid w:val="00042D2E"/>
    <w:rsid w:val="00044C82"/>
    <w:rsid w:val="000470F8"/>
    <w:rsid w:val="000533A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7F"/>
    <w:rsid w:val="000B192D"/>
    <w:rsid w:val="000B28EE"/>
    <w:rsid w:val="000B3E37"/>
    <w:rsid w:val="000D04B0"/>
    <w:rsid w:val="000E240C"/>
    <w:rsid w:val="000F0012"/>
    <w:rsid w:val="000F1C57"/>
    <w:rsid w:val="000F5615"/>
    <w:rsid w:val="00122F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D88"/>
    <w:rsid w:val="001718A7"/>
    <w:rsid w:val="001737CF"/>
    <w:rsid w:val="001745EE"/>
    <w:rsid w:val="00176083"/>
    <w:rsid w:val="00180775"/>
    <w:rsid w:val="00192F37"/>
    <w:rsid w:val="001A0A82"/>
    <w:rsid w:val="001A70D2"/>
    <w:rsid w:val="001D657B"/>
    <w:rsid w:val="001D7B54"/>
    <w:rsid w:val="001E0209"/>
    <w:rsid w:val="001F2CA2"/>
    <w:rsid w:val="00207530"/>
    <w:rsid w:val="00213E47"/>
    <w:rsid w:val="002144C0"/>
    <w:rsid w:val="0021662E"/>
    <w:rsid w:val="0022477D"/>
    <w:rsid w:val="002278A9"/>
    <w:rsid w:val="00232FAC"/>
    <w:rsid w:val="002336F9"/>
    <w:rsid w:val="00233DB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529"/>
    <w:rsid w:val="00304C4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8E5"/>
    <w:rsid w:val="00414E3C"/>
    <w:rsid w:val="00420E2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059"/>
    <w:rsid w:val="0047598D"/>
    <w:rsid w:val="004840FD"/>
    <w:rsid w:val="00490F7D"/>
    <w:rsid w:val="00491678"/>
    <w:rsid w:val="004968E2"/>
    <w:rsid w:val="004970D9"/>
    <w:rsid w:val="004A3EEA"/>
    <w:rsid w:val="004A4D1F"/>
    <w:rsid w:val="004B2036"/>
    <w:rsid w:val="004C44D2"/>
    <w:rsid w:val="004D2CD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258"/>
    <w:rsid w:val="00586F88"/>
    <w:rsid w:val="0059484D"/>
    <w:rsid w:val="0059714B"/>
    <w:rsid w:val="005A0855"/>
    <w:rsid w:val="005A3196"/>
    <w:rsid w:val="005C080F"/>
    <w:rsid w:val="005C55E5"/>
    <w:rsid w:val="005C696A"/>
    <w:rsid w:val="005D0FA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4BF"/>
    <w:rsid w:val="00696477"/>
    <w:rsid w:val="006A7D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6C3"/>
    <w:rsid w:val="0078168C"/>
    <w:rsid w:val="00781D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2B1"/>
    <w:rsid w:val="008449B3"/>
    <w:rsid w:val="008552A2"/>
    <w:rsid w:val="0085747A"/>
    <w:rsid w:val="00884922"/>
    <w:rsid w:val="00885F64"/>
    <w:rsid w:val="008917F9"/>
    <w:rsid w:val="00893197"/>
    <w:rsid w:val="008A45F7"/>
    <w:rsid w:val="008B26AB"/>
    <w:rsid w:val="008C0CC0"/>
    <w:rsid w:val="008C19A9"/>
    <w:rsid w:val="008C379D"/>
    <w:rsid w:val="008C5147"/>
    <w:rsid w:val="008C5359"/>
    <w:rsid w:val="008C5363"/>
    <w:rsid w:val="008D3DFB"/>
    <w:rsid w:val="008E23B3"/>
    <w:rsid w:val="008E64F4"/>
    <w:rsid w:val="008F12C9"/>
    <w:rsid w:val="008F6E29"/>
    <w:rsid w:val="00916188"/>
    <w:rsid w:val="00923D7D"/>
    <w:rsid w:val="00934A14"/>
    <w:rsid w:val="009508DF"/>
    <w:rsid w:val="00950DAC"/>
    <w:rsid w:val="009520CF"/>
    <w:rsid w:val="00954A07"/>
    <w:rsid w:val="00997F14"/>
    <w:rsid w:val="009A78D9"/>
    <w:rsid w:val="009B5A4F"/>
    <w:rsid w:val="009C2FD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F5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F73"/>
    <w:rsid w:val="00B221DB"/>
    <w:rsid w:val="00B3130B"/>
    <w:rsid w:val="00B40ADB"/>
    <w:rsid w:val="00B43B77"/>
    <w:rsid w:val="00B43E80"/>
    <w:rsid w:val="00B50981"/>
    <w:rsid w:val="00B600A4"/>
    <w:rsid w:val="00B607DB"/>
    <w:rsid w:val="00B66529"/>
    <w:rsid w:val="00B75946"/>
    <w:rsid w:val="00B8056E"/>
    <w:rsid w:val="00B819C8"/>
    <w:rsid w:val="00B82308"/>
    <w:rsid w:val="00B90885"/>
    <w:rsid w:val="00B95F64"/>
    <w:rsid w:val="00BB520A"/>
    <w:rsid w:val="00BD24AC"/>
    <w:rsid w:val="00BD3869"/>
    <w:rsid w:val="00BD66E9"/>
    <w:rsid w:val="00BD6FF4"/>
    <w:rsid w:val="00BF2C41"/>
    <w:rsid w:val="00C058B4"/>
    <w:rsid w:val="00C05F44"/>
    <w:rsid w:val="00C131B5"/>
    <w:rsid w:val="00C1579B"/>
    <w:rsid w:val="00C16ABF"/>
    <w:rsid w:val="00C170AE"/>
    <w:rsid w:val="00C26CB7"/>
    <w:rsid w:val="00C304F2"/>
    <w:rsid w:val="00C324C1"/>
    <w:rsid w:val="00C36992"/>
    <w:rsid w:val="00C46451"/>
    <w:rsid w:val="00C46CB0"/>
    <w:rsid w:val="00C54EC0"/>
    <w:rsid w:val="00C56036"/>
    <w:rsid w:val="00C61DC5"/>
    <w:rsid w:val="00C67E92"/>
    <w:rsid w:val="00C70A26"/>
    <w:rsid w:val="00C766DF"/>
    <w:rsid w:val="00C83978"/>
    <w:rsid w:val="00C94B98"/>
    <w:rsid w:val="00CA2B96"/>
    <w:rsid w:val="00CA5089"/>
    <w:rsid w:val="00CD6897"/>
    <w:rsid w:val="00CE10AA"/>
    <w:rsid w:val="00CE5BAC"/>
    <w:rsid w:val="00CF25BE"/>
    <w:rsid w:val="00CF78ED"/>
    <w:rsid w:val="00D02B25"/>
    <w:rsid w:val="00D02EBA"/>
    <w:rsid w:val="00D17C3C"/>
    <w:rsid w:val="00D242B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13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CC1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222"/>
    <w:rsid w:val="00ED03AB"/>
    <w:rsid w:val="00ED32D2"/>
    <w:rsid w:val="00ED3FD7"/>
    <w:rsid w:val="00EE32DE"/>
    <w:rsid w:val="00EE5457"/>
    <w:rsid w:val="00F070AB"/>
    <w:rsid w:val="00F17567"/>
    <w:rsid w:val="00F27A7B"/>
    <w:rsid w:val="00F4592E"/>
    <w:rsid w:val="00F526AF"/>
    <w:rsid w:val="00F617C3"/>
    <w:rsid w:val="00F7066B"/>
    <w:rsid w:val="00F83B28"/>
    <w:rsid w:val="00F87097"/>
    <w:rsid w:val="00F974DA"/>
    <w:rsid w:val="00FA46E5"/>
    <w:rsid w:val="00FB7DBA"/>
    <w:rsid w:val="00FC1C25"/>
    <w:rsid w:val="00FC3F45"/>
    <w:rsid w:val="00FD0A28"/>
    <w:rsid w:val="00FD503F"/>
    <w:rsid w:val="00FD7589"/>
    <w:rsid w:val="00FF016A"/>
    <w:rsid w:val="00FF1401"/>
    <w:rsid w:val="00FF3855"/>
    <w:rsid w:val="00FF5E7D"/>
    <w:rsid w:val="01A10008"/>
    <w:rsid w:val="14D80EBA"/>
    <w:rsid w:val="22BB3B31"/>
    <w:rsid w:val="2F17C67E"/>
    <w:rsid w:val="3370BFFE"/>
    <w:rsid w:val="38888F2A"/>
    <w:rsid w:val="38888F2A"/>
    <w:rsid w:val="43929EA3"/>
    <w:rsid w:val="520F257A"/>
    <w:rsid w:val="6170E9D9"/>
    <w:rsid w:val="63554B6F"/>
    <w:rsid w:val="63A47032"/>
    <w:rsid w:val="6E773C7D"/>
    <w:rsid w:val="78C10C94"/>
    <w:rsid w:val="795B2EB4"/>
    <w:rsid w:val="7ADE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F42F"/>
  <w15:docId w15:val="{5469CD33-8DEC-4DA8-A54B-CBD38B8A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F36FC-A715-43D7-9296-9DF421FDF11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2019-02-06T12:12:00.0000000Z</lastPrinted>
  <dcterms:created xsi:type="dcterms:W3CDTF">2020-10-26T17:44:00.0000000Z</dcterms:created>
  <dcterms:modified xsi:type="dcterms:W3CDTF">2024-07-31T12:44:34.8642239Z</dcterms:modified>
</coreProperties>
</file>